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664C5" w14:textId="5D576963" w:rsidR="000C7BCC" w:rsidRPr="00AB5008" w:rsidRDefault="000C7BCC" w:rsidP="000C7BCC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Anexa nr. 2, Cod formular: </w:t>
      </w:r>
      <w:r w:rsidR="00AB5008" w:rsidRPr="00AB5008">
        <w:rPr>
          <w:rFonts w:ascii="Times New Roman" w:hAnsi="Times New Roman"/>
          <w:iCs/>
          <w:color w:val="000000"/>
          <w:sz w:val="20"/>
          <w:szCs w:val="20"/>
        </w:rPr>
        <w:t>UMFVBT-REG/PPR/DRU/42/2025</w:t>
      </w:r>
      <w:r w:rsidR="00AB5008">
        <w:rPr>
          <w:rFonts w:ascii="Times New Roman" w:hAnsi="Times New Roman"/>
          <w:iCs/>
          <w:color w:val="000000"/>
          <w:sz w:val="20"/>
          <w:szCs w:val="20"/>
        </w:rPr>
        <w:t xml:space="preserve"> - 02</w:t>
      </w:r>
      <w:bookmarkStart w:id="0" w:name="_GoBack"/>
      <w:bookmarkEnd w:id="0"/>
    </w:p>
    <w:p w14:paraId="1B903E0E" w14:textId="71ED056F" w:rsidR="0009603E" w:rsidRDefault="000C7BCC" w:rsidP="000C7BCC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Consiliul de Administrație,</w:t>
      </w:r>
    </w:p>
    <w:p w14:paraId="37EB40B6" w14:textId="0E006C6A" w:rsidR="00DA569D" w:rsidRDefault="00DA569D" w:rsidP="00DA569D">
      <w:pPr>
        <w:rPr>
          <w:rFonts w:ascii="Times New Roman" w:hAnsi="Times New Roman"/>
          <w:sz w:val="20"/>
          <w:szCs w:val="20"/>
        </w:rPr>
      </w:pPr>
    </w:p>
    <w:p w14:paraId="414BE9A9" w14:textId="184FD95B" w:rsidR="000C7BCC" w:rsidRDefault="000C7BCC" w:rsidP="00DA569D">
      <w:pPr>
        <w:rPr>
          <w:rFonts w:ascii="Times New Roman" w:hAnsi="Times New Roman"/>
          <w:sz w:val="20"/>
          <w:szCs w:val="20"/>
        </w:rPr>
      </w:pPr>
    </w:p>
    <w:p w14:paraId="4A522D2F" w14:textId="77777777" w:rsidR="000C7BCC" w:rsidRPr="00DA569D" w:rsidRDefault="000C7BCC" w:rsidP="00DA569D">
      <w:pPr>
        <w:rPr>
          <w:rFonts w:ascii="Times New Roman" w:hAnsi="Times New Roman"/>
          <w:sz w:val="20"/>
          <w:szCs w:val="20"/>
        </w:rPr>
      </w:pPr>
    </w:p>
    <w:p w14:paraId="44931D52" w14:textId="31456C3A" w:rsidR="00DA569D" w:rsidRPr="000C7BCC" w:rsidRDefault="000C7BCC" w:rsidP="000C7BCC">
      <w:pPr>
        <w:jc w:val="center"/>
        <w:rPr>
          <w:rFonts w:ascii="Times New Roman" w:hAnsi="Times New Roman"/>
          <w:b/>
          <w:sz w:val="28"/>
          <w:szCs w:val="20"/>
        </w:rPr>
      </w:pPr>
      <w:r w:rsidRPr="000C7BCC">
        <w:rPr>
          <w:rFonts w:ascii="Times New Roman" w:hAnsi="Times New Roman"/>
          <w:b/>
          <w:sz w:val="28"/>
          <w:szCs w:val="20"/>
        </w:rPr>
        <w:t xml:space="preserve">LISTA FORMATORILOR SELECTAȚI PENTRU DESFĂȘURAREA ACTIVITĂȚILOR DIDACTICE ÎN REGIM PLATA CU ORA ÎN CADRUL PROGRAMULUI POSTUNIVERSITAR </w:t>
      </w:r>
    </w:p>
    <w:p w14:paraId="4F55AB09" w14:textId="557160B7" w:rsidR="000C7BCC" w:rsidRDefault="000C7BCC" w:rsidP="000C7BCC">
      <w:pPr>
        <w:spacing w:after="0"/>
        <w:jc w:val="center"/>
        <w:rPr>
          <w:rFonts w:ascii="Times New Roman" w:hAnsi="Times New Roman"/>
          <w:b/>
          <w:sz w:val="32"/>
          <w:szCs w:val="20"/>
        </w:rPr>
      </w:pPr>
      <w:r>
        <w:rPr>
          <w:rFonts w:ascii="Times New Roman" w:hAnsi="Times New Roman"/>
          <w:b/>
          <w:sz w:val="32"/>
          <w:szCs w:val="20"/>
        </w:rPr>
        <w:t>___________________________________________________________</w:t>
      </w:r>
    </w:p>
    <w:p w14:paraId="79983141" w14:textId="0B6B37A9" w:rsidR="000C7BCC" w:rsidRDefault="000C7BCC" w:rsidP="000C7BC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(denumire programului postuniversitar)</w:t>
      </w:r>
    </w:p>
    <w:p w14:paraId="2B43022C" w14:textId="44B7192B" w:rsidR="000C7BCC" w:rsidRDefault="000C7BCC" w:rsidP="000C7BC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3F4D4F87" w14:textId="13F0BDC5" w:rsidR="000C7BCC" w:rsidRDefault="000C7BCC" w:rsidP="000C7BC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5ACEC3C" w14:textId="25EF8015" w:rsidR="000C7BCC" w:rsidRDefault="000C7BCC" w:rsidP="000C7BC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6"/>
        <w:gridCol w:w="4296"/>
        <w:gridCol w:w="4978"/>
      </w:tblGrid>
      <w:tr w:rsidR="000C7BCC" w14:paraId="3653C699" w14:textId="77777777" w:rsidTr="000C7BCC">
        <w:tc>
          <w:tcPr>
            <w:tcW w:w="715" w:type="dxa"/>
            <w:vAlign w:val="center"/>
          </w:tcPr>
          <w:p w14:paraId="25842A0A" w14:textId="23E8A6EE" w:rsidR="000C7BCC" w:rsidRP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7BCC">
              <w:rPr>
                <w:rFonts w:ascii="Times New Roman" w:hAnsi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4500" w:type="dxa"/>
            <w:vAlign w:val="center"/>
          </w:tcPr>
          <w:p w14:paraId="5A4D7CD3" w14:textId="58E8C340" w:rsidR="000C7BCC" w:rsidRPr="000C7BCC" w:rsidRDefault="000C7BCC" w:rsidP="000C7B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7BCC">
              <w:rPr>
                <w:rFonts w:ascii="Times New Roman" w:hAnsi="Times New Roman"/>
                <w:b/>
                <w:sz w:val="24"/>
                <w:szCs w:val="24"/>
              </w:rPr>
              <w:t>Nume și prenume formator</w:t>
            </w:r>
          </w:p>
        </w:tc>
        <w:tc>
          <w:tcPr>
            <w:tcW w:w="5220" w:type="dxa"/>
            <w:vAlign w:val="center"/>
          </w:tcPr>
          <w:p w14:paraId="69BA9785" w14:textId="55B655D9" w:rsidR="000C7BCC" w:rsidRPr="000C7BCC" w:rsidRDefault="000C7BCC" w:rsidP="000C7B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7BCC">
              <w:rPr>
                <w:rFonts w:ascii="Times New Roman" w:hAnsi="Times New Roman"/>
                <w:b/>
                <w:sz w:val="24"/>
                <w:szCs w:val="24"/>
              </w:rPr>
              <w:t>Disciplina alocată a fi predată</w:t>
            </w:r>
          </w:p>
        </w:tc>
      </w:tr>
      <w:tr w:rsidR="000C7BCC" w14:paraId="196F87F7" w14:textId="77777777" w:rsidTr="000C7BCC">
        <w:trPr>
          <w:trHeight w:val="602"/>
        </w:trPr>
        <w:tc>
          <w:tcPr>
            <w:tcW w:w="715" w:type="dxa"/>
            <w:vAlign w:val="center"/>
          </w:tcPr>
          <w:p w14:paraId="46F6AA08" w14:textId="3F95F073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0" w:type="dxa"/>
            <w:vAlign w:val="center"/>
          </w:tcPr>
          <w:p w14:paraId="7FE5D58F" w14:textId="77777777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14:paraId="2F3EDB4B" w14:textId="77777777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BCC" w14:paraId="457B8E53" w14:textId="77777777" w:rsidTr="000C7BCC">
        <w:trPr>
          <w:trHeight w:val="620"/>
        </w:trPr>
        <w:tc>
          <w:tcPr>
            <w:tcW w:w="715" w:type="dxa"/>
            <w:vAlign w:val="center"/>
          </w:tcPr>
          <w:p w14:paraId="66BFDFA7" w14:textId="76363AF9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0" w:type="dxa"/>
            <w:vAlign w:val="center"/>
          </w:tcPr>
          <w:p w14:paraId="69F3EA19" w14:textId="77777777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14:paraId="4D68B884" w14:textId="77777777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BCC" w14:paraId="4729ED88" w14:textId="77777777" w:rsidTr="000C7BCC">
        <w:trPr>
          <w:trHeight w:val="620"/>
        </w:trPr>
        <w:tc>
          <w:tcPr>
            <w:tcW w:w="715" w:type="dxa"/>
            <w:vAlign w:val="center"/>
          </w:tcPr>
          <w:p w14:paraId="300FCEFC" w14:textId="19816270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0" w:type="dxa"/>
            <w:vAlign w:val="center"/>
          </w:tcPr>
          <w:p w14:paraId="6984624D" w14:textId="77777777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14:paraId="16BC0C20" w14:textId="77777777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BCC" w14:paraId="4F7699B2" w14:textId="77777777" w:rsidTr="000C7BCC">
        <w:trPr>
          <w:trHeight w:val="710"/>
        </w:trPr>
        <w:tc>
          <w:tcPr>
            <w:tcW w:w="715" w:type="dxa"/>
            <w:vAlign w:val="center"/>
          </w:tcPr>
          <w:p w14:paraId="2E8A664E" w14:textId="6F655390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vAlign w:val="center"/>
          </w:tcPr>
          <w:p w14:paraId="0E838765" w14:textId="77777777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14:paraId="66EDE4FD" w14:textId="77777777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BCC" w14:paraId="3B8A5231" w14:textId="77777777" w:rsidTr="000C7BCC">
        <w:trPr>
          <w:trHeight w:val="620"/>
        </w:trPr>
        <w:tc>
          <w:tcPr>
            <w:tcW w:w="715" w:type="dxa"/>
            <w:vAlign w:val="center"/>
          </w:tcPr>
          <w:p w14:paraId="13F32F10" w14:textId="1D43AA3F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4500" w:type="dxa"/>
            <w:vAlign w:val="center"/>
          </w:tcPr>
          <w:p w14:paraId="736133C7" w14:textId="77777777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vAlign w:val="center"/>
          </w:tcPr>
          <w:p w14:paraId="730C579F" w14:textId="77777777" w:rsidR="000C7BCC" w:rsidRDefault="000C7BCC" w:rsidP="000C7B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1167A3" w14:textId="77777777" w:rsidR="000C7BCC" w:rsidRPr="000C7BCC" w:rsidRDefault="000C7BCC" w:rsidP="000C7B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C249E4" w14:textId="34D49FCB" w:rsidR="00DA569D" w:rsidRDefault="00DA569D" w:rsidP="00DA569D">
      <w:pPr>
        <w:rPr>
          <w:rFonts w:ascii="Times New Roman" w:hAnsi="Times New Roman"/>
          <w:sz w:val="20"/>
          <w:szCs w:val="20"/>
        </w:rPr>
      </w:pPr>
    </w:p>
    <w:p w14:paraId="5C02F57A" w14:textId="78903524" w:rsidR="000C7BCC" w:rsidRDefault="000C7BCC" w:rsidP="00DA569D">
      <w:pPr>
        <w:rPr>
          <w:rFonts w:ascii="Times New Roman" w:hAnsi="Times New Roman"/>
          <w:sz w:val="20"/>
          <w:szCs w:val="20"/>
        </w:rPr>
      </w:pPr>
    </w:p>
    <w:p w14:paraId="4F538E87" w14:textId="538FB2F9" w:rsidR="000C7BCC" w:rsidRDefault="000C7BCC" w:rsidP="00DA569D">
      <w:pPr>
        <w:rPr>
          <w:rFonts w:ascii="Times New Roman" w:hAnsi="Times New Roman"/>
          <w:sz w:val="20"/>
          <w:szCs w:val="20"/>
        </w:rPr>
      </w:pPr>
    </w:p>
    <w:p w14:paraId="24CFB970" w14:textId="15E6A80C" w:rsidR="00DA569D" w:rsidRDefault="000C7BCC" w:rsidP="00DA569D">
      <w:pPr>
        <w:rPr>
          <w:rFonts w:ascii="Times New Roman" w:hAnsi="Times New Roman"/>
          <w:sz w:val="24"/>
          <w:szCs w:val="24"/>
        </w:rPr>
      </w:pPr>
      <w:r w:rsidRPr="000C7BCC">
        <w:rPr>
          <w:rFonts w:ascii="Times New Roman" w:hAnsi="Times New Roman"/>
          <w:sz w:val="24"/>
          <w:szCs w:val="24"/>
        </w:rPr>
        <w:t>Responsabilul de programului postuniversitar,</w:t>
      </w:r>
    </w:p>
    <w:p w14:paraId="4CC993E6" w14:textId="77777777" w:rsidR="000C7BCC" w:rsidRPr="000C7BCC" w:rsidRDefault="000C7BCC" w:rsidP="00DA569D">
      <w:pPr>
        <w:rPr>
          <w:rFonts w:ascii="Times New Roman" w:hAnsi="Times New Roman"/>
          <w:sz w:val="24"/>
          <w:szCs w:val="24"/>
        </w:rPr>
      </w:pPr>
    </w:p>
    <w:p w14:paraId="3AE250AF" w14:textId="6C3BB997" w:rsidR="000C7BCC" w:rsidRDefault="000C7BCC" w:rsidP="00DA569D">
      <w:pPr>
        <w:rPr>
          <w:rFonts w:ascii="Times New Roman" w:hAnsi="Times New Roman"/>
          <w:sz w:val="24"/>
          <w:szCs w:val="24"/>
        </w:rPr>
      </w:pPr>
      <w:r w:rsidRPr="000C7BCC">
        <w:rPr>
          <w:rFonts w:ascii="Times New Roman" w:hAnsi="Times New Roman"/>
          <w:sz w:val="24"/>
          <w:szCs w:val="24"/>
        </w:rPr>
        <w:t>Nume și prenume ________________________________________________</w:t>
      </w:r>
    </w:p>
    <w:p w14:paraId="4A4BCA4B" w14:textId="77777777" w:rsidR="000C7BCC" w:rsidRPr="000C7BCC" w:rsidRDefault="000C7BCC" w:rsidP="00DA569D">
      <w:pPr>
        <w:rPr>
          <w:rFonts w:ascii="Times New Roman" w:hAnsi="Times New Roman"/>
          <w:sz w:val="24"/>
          <w:szCs w:val="24"/>
        </w:rPr>
      </w:pPr>
    </w:p>
    <w:p w14:paraId="12D044FD" w14:textId="476557D0" w:rsidR="000C7BCC" w:rsidRPr="000C7BCC" w:rsidRDefault="000C7BCC" w:rsidP="00DA569D">
      <w:pPr>
        <w:rPr>
          <w:rFonts w:ascii="Times New Roman" w:hAnsi="Times New Roman"/>
          <w:sz w:val="24"/>
          <w:szCs w:val="24"/>
        </w:rPr>
      </w:pPr>
      <w:r w:rsidRPr="000C7BCC">
        <w:rPr>
          <w:rFonts w:ascii="Times New Roman" w:hAnsi="Times New Roman"/>
          <w:sz w:val="24"/>
          <w:szCs w:val="24"/>
        </w:rPr>
        <w:t>Semnătura ______________________________________________________</w:t>
      </w:r>
    </w:p>
    <w:p w14:paraId="2256A1F8" w14:textId="77777777" w:rsidR="00DA569D" w:rsidRPr="00DA569D" w:rsidRDefault="00DA569D" w:rsidP="00DA569D">
      <w:pPr>
        <w:rPr>
          <w:rFonts w:ascii="Times New Roman" w:hAnsi="Times New Roman"/>
          <w:sz w:val="20"/>
          <w:szCs w:val="20"/>
        </w:rPr>
      </w:pPr>
    </w:p>
    <w:sectPr w:rsidR="00DA569D" w:rsidRPr="00DA569D" w:rsidSect="000C7BCC">
      <w:headerReference w:type="default" r:id="rId8"/>
      <w:footerReference w:type="default" r:id="rId9"/>
      <w:pgSz w:w="11906" w:h="16838" w:code="9"/>
      <w:pgMar w:top="1440" w:right="926" w:bottom="1440" w:left="99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66646" w14:textId="77777777" w:rsidR="00380570" w:rsidRDefault="00380570" w:rsidP="00D2536B">
      <w:pPr>
        <w:spacing w:after="0" w:line="240" w:lineRule="auto"/>
      </w:pPr>
      <w:r>
        <w:separator/>
      </w:r>
    </w:p>
  </w:endnote>
  <w:endnote w:type="continuationSeparator" w:id="0">
    <w:p w14:paraId="49C6562C" w14:textId="77777777" w:rsidR="00380570" w:rsidRDefault="00380570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6F94E" w14:textId="13FD598B" w:rsidR="006C6872" w:rsidRPr="006C6872" w:rsidRDefault="008C7E40" w:rsidP="0095733C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/>
        <w:color w:val="06234A"/>
        <w:sz w:val="18"/>
        <w:lang w:val="en-US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E0115" w14:textId="77777777" w:rsidR="00380570" w:rsidRDefault="00380570" w:rsidP="00D2536B">
      <w:pPr>
        <w:spacing w:after="0" w:line="240" w:lineRule="auto"/>
      </w:pPr>
      <w:r>
        <w:separator/>
      </w:r>
    </w:p>
  </w:footnote>
  <w:footnote w:type="continuationSeparator" w:id="0">
    <w:p w14:paraId="0A6D65D0" w14:textId="77777777" w:rsidR="00380570" w:rsidRDefault="00380570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4C507" w14:textId="4864AD71" w:rsidR="00FF4599" w:rsidRDefault="00F23AF3" w:rsidP="00DA569D">
    <w:pPr>
      <w:pStyle w:val="Header"/>
      <w:jc w:val="center"/>
      <w:rPr>
        <w:rFonts w:cs="Calibri"/>
        <w:noProof/>
        <w:color w:val="000000"/>
      </w:rPr>
    </w:pPr>
    <w:r>
      <w:rPr>
        <w:rFonts w:cs="Calibri"/>
        <w:noProof/>
        <w:color w:val="000000"/>
        <w:lang w:eastAsia="ro-RO"/>
      </w:rPr>
      <w:drawing>
        <wp:anchor distT="0" distB="0" distL="114300" distR="114300" simplePos="0" relativeHeight="251660288" behindDoc="0" locked="0" layoutInCell="1" allowOverlap="1" wp14:anchorId="0CD3D77A" wp14:editId="5324C176">
          <wp:simplePos x="0" y="0"/>
          <wp:positionH relativeFrom="margin">
            <wp:posOffset>2342515</wp:posOffset>
          </wp:positionH>
          <wp:positionV relativeFrom="margin">
            <wp:posOffset>-704850</wp:posOffset>
          </wp:positionV>
          <wp:extent cx="1647190" cy="497840"/>
          <wp:effectExtent l="0" t="0" r="0" b="0"/>
          <wp:wrapSquare wrapText="bothSides"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3468904" name="Picture 128346890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190" cy="497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9737A3" w14:textId="1C176404" w:rsidR="00DA569D" w:rsidRPr="00DA569D" w:rsidRDefault="00F23AF3" w:rsidP="00DA569D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0" wp14:anchorId="7BB34125" wp14:editId="4DDBC37F">
          <wp:simplePos x="0" y="0"/>
          <wp:positionH relativeFrom="column">
            <wp:posOffset>1181100</wp:posOffset>
          </wp:positionH>
          <wp:positionV relativeFrom="paragraph">
            <wp:posOffset>419735</wp:posOffset>
          </wp:positionV>
          <wp:extent cx="3977640" cy="48895"/>
          <wp:effectExtent l="0" t="0" r="3810" b="8255"/>
          <wp:wrapNone/>
          <wp:docPr id="44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C51AE"/>
    <w:multiLevelType w:val="hybridMultilevel"/>
    <w:tmpl w:val="B60EB5BC"/>
    <w:lvl w:ilvl="0" w:tplc="3D10E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12676B"/>
    <w:multiLevelType w:val="hybridMultilevel"/>
    <w:tmpl w:val="13283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F3B68"/>
    <w:multiLevelType w:val="hybridMultilevel"/>
    <w:tmpl w:val="3AAE7CCC"/>
    <w:lvl w:ilvl="0" w:tplc="C826FB2A">
      <w:start w:val="4"/>
      <w:numFmt w:val="bullet"/>
      <w:lvlText w:val="-"/>
      <w:lvlJc w:val="left"/>
      <w:pPr>
        <w:ind w:left="1800" w:hanging="360"/>
      </w:pPr>
      <w:rPr>
        <w:rFonts w:ascii="Consolas" w:eastAsia="Consolas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ABB5B4D"/>
    <w:multiLevelType w:val="hybridMultilevel"/>
    <w:tmpl w:val="896EC542"/>
    <w:lvl w:ilvl="0" w:tplc="A5F657D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C86969"/>
    <w:multiLevelType w:val="hybridMultilevel"/>
    <w:tmpl w:val="5D7241D2"/>
    <w:lvl w:ilvl="0" w:tplc="9002298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22"/>
    <w:rsid w:val="000165F7"/>
    <w:rsid w:val="00023ED3"/>
    <w:rsid w:val="00056DDD"/>
    <w:rsid w:val="0006690D"/>
    <w:rsid w:val="000733F0"/>
    <w:rsid w:val="0009603E"/>
    <w:rsid w:val="000A18E9"/>
    <w:rsid w:val="000B1100"/>
    <w:rsid w:val="000C0383"/>
    <w:rsid w:val="000C7BCC"/>
    <w:rsid w:val="000E2415"/>
    <w:rsid w:val="000F06AC"/>
    <w:rsid w:val="001219F0"/>
    <w:rsid w:val="001313C0"/>
    <w:rsid w:val="00144AFF"/>
    <w:rsid w:val="001601A8"/>
    <w:rsid w:val="00162D18"/>
    <w:rsid w:val="00181205"/>
    <w:rsid w:val="00181686"/>
    <w:rsid w:val="001875D4"/>
    <w:rsid w:val="001B2071"/>
    <w:rsid w:val="001C7482"/>
    <w:rsid w:val="001C7689"/>
    <w:rsid w:val="001D0E61"/>
    <w:rsid w:val="001E34B8"/>
    <w:rsid w:val="002531EE"/>
    <w:rsid w:val="0026218A"/>
    <w:rsid w:val="002640FF"/>
    <w:rsid w:val="00264594"/>
    <w:rsid w:val="00284C71"/>
    <w:rsid w:val="002D3F1F"/>
    <w:rsid w:val="002E39E1"/>
    <w:rsid w:val="002F1287"/>
    <w:rsid w:val="002F3ED3"/>
    <w:rsid w:val="002F50CB"/>
    <w:rsid w:val="003017FD"/>
    <w:rsid w:val="00307526"/>
    <w:rsid w:val="0031217D"/>
    <w:rsid w:val="00313E7F"/>
    <w:rsid w:val="003372FF"/>
    <w:rsid w:val="00344B54"/>
    <w:rsid w:val="00366D36"/>
    <w:rsid w:val="00380570"/>
    <w:rsid w:val="003D3AF5"/>
    <w:rsid w:val="003E2BE2"/>
    <w:rsid w:val="003E393E"/>
    <w:rsid w:val="0040407F"/>
    <w:rsid w:val="0043537B"/>
    <w:rsid w:val="00464872"/>
    <w:rsid w:val="00482C30"/>
    <w:rsid w:val="004915CF"/>
    <w:rsid w:val="004A5472"/>
    <w:rsid w:val="004C0490"/>
    <w:rsid w:val="004C2639"/>
    <w:rsid w:val="004C3451"/>
    <w:rsid w:val="004D7E7E"/>
    <w:rsid w:val="004E0782"/>
    <w:rsid w:val="00531846"/>
    <w:rsid w:val="00536068"/>
    <w:rsid w:val="00537DDA"/>
    <w:rsid w:val="005458FA"/>
    <w:rsid w:val="005476C0"/>
    <w:rsid w:val="005761AF"/>
    <w:rsid w:val="005864AF"/>
    <w:rsid w:val="005C6137"/>
    <w:rsid w:val="005E57C1"/>
    <w:rsid w:val="00604EB4"/>
    <w:rsid w:val="00606CBA"/>
    <w:rsid w:val="0061311A"/>
    <w:rsid w:val="00613C6D"/>
    <w:rsid w:val="00621BA3"/>
    <w:rsid w:val="00631F67"/>
    <w:rsid w:val="00653A05"/>
    <w:rsid w:val="00664982"/>
    <w:rsid w:val="00677410"/>
    <w:rsid w:val="00685BF9"/>
    <w:rsid w:val="006A1CA7"/>
    <w:rsid w:val="006A36C8"/>
    <w:rsid w:val="006B1EE3"/>
    <w:rsid w:val="006B365C"/>
    <w:rsid w:val="006C6872"/>
    <w:rsid w:val="006D4592"/>
    <w:rsid w:val="006E523F"/>
    <w:rsid w:val="006F6993"/>
    <w:rsid w:val="006F6B68"/>
    <w:rsid w:val="00715EE9"/>
    <w:rsid w:val="00717EA9"/>
    <w:rsid w:val="00720988"/>
    <w:rsid w:val="00722A57"/>
    <w:rsid w:val="0072625A"/>
    <w:rsid w:val="007325C3"/>
    <w:rsid w:val="00756E23"/>
    <w:rsid w:val="00791909"/>
    <w:rsid w:val="00796605"/>
    <w:rsid w:val="007B1C53"/>
    <w:rsid w:val="007B29A5"/>
    <w:rsid w:val="007B6158"/>
    <w:rsid w:val="007C5352"/>
    <w:rsid w:val="007D5435"/>
    <w:rsid w:val="007E3E5A"/>
    <w:rsid w:val="00804116"/>
    <w:rsid w:val="00806446"/>
    <w:rsid w:val="00830F99"/>
    <w:rsid w:val="00874B53"/>
    <w:rsid w:val="008A4886"/>
    <w:rsid w:val="008C7E40"/>
    <w:rsid w:val="00900E29"/>
    <w:rsid w:val="009026FD"/>
    <w:rsid w:val="00913D41"/>
    <w:rsid w:val="0095733C"/>
    <w:rsid w:val="009669B9"/>
    <w:rsid w:val="00973E50"/>
    <w:rsid w:val="009A38F6"/>
    <w:rsid w:val="009A7AF5"/>
    <w:rsid w:val="009B0DC6"/>
    <w:rsid w:val="009B14B8"/>
    <w:rsid w:val="009B6B17"/>
    <w:rsid w:val="009B6B95"/>
    <w:rsid w:val="009C1826"/>
    <w:rsid w:val="009E72A5"/>
    <w:rsid w:val="009F26D7"/>
    <w:rsid w:val="009F4B93"/>
    <w:rsid w:val="00A20C87"/>
    <w:rsid w:val="00A23877"/>
    <w:rsid w:val="00A315B6"/>
    <w:rsid w:val="00A357DE"/>
    <w:rsid w:val="00A53F92"/>
    <w:rsid w:val="00A5447A"/>
    <w:rsid w:val="00A8074B"/>
    <w:rsid w:val="00A93C80"/>
    <w:rsid w:val="00AA1604"/>
    <w:rsid w:val="00AA3C4A"/>
    <w:rsid w:val="00AA3C5E"/>
    <w:rsid w:val="00AB1260"/>
    <w:rsid w:val="00AB3487"/>
    <w:rsid w:val="00AB5008"/>
    <w:rsid w:val="00AB5B7F"/>
    <w:rsid w:val="00AB5FB0"/>
    <w:rsid w:val="00AD200E"/>
    <w:rsid w:val="00AD488E"/>
    <w:rsid w:val="00B259E1"/>
    <w:rsid w:val="00B3559A"/>
    <w:rsid w:val="00B51C2D"/>
    <w:rsid w:val="00B52A71"/>
    <w:rsid w:val="00B65A7D"/>
    <w:rsid w:val="00B91260"/>
    <w:rsid w:val="00BA5E4A"/>
    <w:rsid w:val="00BB5CE9"/>
    <w:rsid w:val="00BD3BF8"/>
    <w:rsid w:val="00BD6CDF"/>
    <w:rsid w:val="00BE5CBF"/>
    <w:rsid w:val="00C024FC"/>
    <w:rsid w:val="00C13B98"/>
    <w:rsid w:val="00C51223"/>
    <w:rsid w:val="00C53409"/>
    <w:rsid w:val="00C5438C"/>
    <w:rsid w:val="00C6025F"/>
    <w:rsid w:val="00C6612F"/>
    <w:rsid w:val="00C67C8C"/>
    <w:rsid w:val="00C926EB"/>
    <w:rsid w:val="00CA52E8"/>
    <w:rsid w:val="00CB56F0"/>
    <w:rsid w:val="00CC74CE"/>
    <w:rsid w:val="00CD3E22"/>
    <w:rsid w:val="00CE1485"/>
    <w:rsid w:val="00D0385D"/>
    <w:rsid w:val="00D07E73"/>
    <w:rsid w:val="00D24C9C"/>
    <w:rsid w:val="00D2536B"/>
    <w:rsid w:val="00D3121E"/>
    <w:rsid w:val="00D44125"/>
    <w:rsid w:val="00D47D02"/>
    <w:rsid w:val="00D65834"/>
    <w:rsid w:val="00D721E7"/>
    <w:rsid w:val="00D72FE4"/>
    <w:rsid w:val="00D809B5"/>
    <w:rsid w:val="00D82AF3"/>
    <w:rsid w:val="00D92C23"/>
    <w:rsid w:val="00D97B68"/>
    <w:rsid w:val="00DA569D"/>
    <w:rsid w:val="00DC5D97"/>
    <w:rsid w:val="00DC70AF"/>
    <w:rsid w:val="00DC7724"/>
    <w:rsid w:val="00DE4A7B"/>
    <w:rsid w:val="00E0250C"/>
    <w:rsid w:val="00E10871"/>
    <w:rsid w:val="00E14443"/>
    <w:rsid w:val="00E21633"/>
    <w:rsid w:val="00E37E8B"/>
    <w:rsid w:val="00E66A37"/>
    <w:rsid w:val="00E80EBA"/>
    <w:rsid w:val="00E823CA"/>
    <w:rsid w:val="00E86118"/>
    <w:rsid w:val="00EA33D3"/>
    <w:rsid w:val="00EA7D87"/>
    <w:rsid w:val="00EB4FFF"/>
    <w:rsid w:val="00ED5243"/>
    <w:rsid w:val="00EE297B"/>
    <w:rsid w:val="00EE6EBF"/>
    <w:rsid w:val="00EF5CC0"/>
    <w:rsid w:val="00F13453"/>
    <w:rsid w:val="00F23AF3"/>
    <w:rsid w:val="00F46A63"/>
    <w:rsid w:val="00F6087F"/>
    <w:rsid w:val="00F84B39"/>
    <w:rsid w:val="00FD0908"/>
    <w:rsid w:val="00FE1520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7E188"/>
  <w15:chartTrackingRefBased/>
  <w15:docId w15:val="{5B699DC2-9D99-4A64-AAE0-21392589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C53409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18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68"/>
    <w:rPr>
      <w:rFonts w:ascii="Segoe UI" w:hAnsi="Segoe UI" w:cs="Segoe UI"/>
      <w:sz w:val="18"/>
      <w:szCs w:val="18"/>
      <w:lang w:val="ro-RO"/>
    </w:rPr>
  </w:style>
  <w:style w:type="paragraph" w:styleId="BodyText3">
    <w:name w:val="Body Text 3"/>
    <w:basedOn w:val="Normal"/>
    <w:link w:val="BodyText3Char"/>
    <w:rsid w:val="006B365C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6B365C"/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C5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53409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">
    <w:name w:val="st"/>
    <w:basedOn w:val="DefaultParagraphFont"/>
    <w:rsid w:val="00C53409"/>
  </w:style>
  <w:style w:type="character" w:customStyle="1" w:styleId="Heading2Char">
    <w:name w:val="Heading 2 Char"/>
    <w:basedOn w:val="DefaultParagraphFont"/>
    <w:link w:val="Heading2"/>
    <w:uiPriority w:val="9"/>
    <w:rsid w:val="009C18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Template%20Rectorat%201%20UMFT%20-%20Cop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9510B-F3A2-43F4-89C6-9EAB759DE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Rectorat 1 UMFT - Copy</Template>
  <TotalTime>10</TotalTime>
  <Pages>1</Pages>
  <Words>88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>Nume departament</dc:description>
  <cp:lastModifiedBy>PC</cp:lastModifiedBy>
  <cp:revision>4</cp:revision>
  <cp:lastPrinted>2024-09-13T10:08:00Z</cp:lastPrinted>
  <dcterms:created xsi:type="dcterms:W3CDTF">2025-09-29T09:03:00Z</dcterms:created>
  <dcterms:modified xsi:type="dcterms:W3CDTF">2025-12-18T08:30:00Z</dcterms:modified>
</cp:coreProperties>
</file>